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21E7" w:rsidRPr="003239CB" w:rsidRDefault="00711079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PUMPTRACK uherský Brod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107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  <w:rsid w:val="00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B0587-256F-4691-9341-AE47DB20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AB337CF</Template>
  <TotalTime>12</TotalTime>
  <Pages>1</Pages>
  <Words>127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2022-09-06T08:53:00Z</cp:lastPrinted>
  <dcterms:created xsi:type="dcterms:W3CDTF">2025-01-21T08:10:00Z</dcterms:created>
  <dcterms:modified xsi:type="dcterms:W3CDTF">2025-11-10T13:36:00Z</dcterms:modified>
</cp:coreProperties>
</file>